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8D8" w:rsidRDefault="003A48D8">
      <w:pPr>
        <w:pStyle w:val="BodyText"/>
        <w:spacing w:before="7"/>
        <w:rPr>
          <w:rFonts w:ascii="Times New Roman"/>
          <w:sz w:val="12"/>
        </w:rPr>
      </w:pPr>
    </w:p>
    <w:p w:rsidR="003A48D8" w:rsidRPr="0032671D" w:rsidRDefault="003A48D8">
      <w:pPr>
        <w:spacing w:before="35"/>
        <w:ind w:left="540"/>
        <w:rPr>
          <w:rFonts w:ascii="Calibri"/>
          <w:b/>
          <w:sz w:val="32"/>
          <w:lang w:val="en-US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png" o:spid="_x0000_s1026" type="#_x0000_t75" style="position:absolute;left:0;text-align:left;margin-left:499.3pt;margin-top:-7.1pt;width:51.35pt;height:51.35pt;z-index:251658240;visibility:visible;mso-wrap-distance-left:0;mso-wrap-distance-right:0;mso-position-horizontal-relative:page">
            <v:imagedata r:id="rId4" o:title=""/>
            <w10:wrap anchorx="page"/>
          </v:shape>
        </w:pict>
      </w:r>
      <w:r w:rsidRPr="0032671D">
        <w:rPr>
          <w:rFonts w:ascii="Calibri" w:eastAsia="Times New Roman"/>
          <w:b/>
          <w:color w:val="E4007C"/>
          <w:sz w:val="32"/>
          <w:lang w:val="en-US"/>
        </w:rPr>
        <w:t>Extreme Challenge B2</w:t>
      </w:r>
    </w:p>
    <w:p w:rsidR="003A48D8" w:rsidRPr="0032671D" w:rsidRDefault="003A48D8">
      <w:pPr>
        <w:spacing w:before="3"/>
        <w:ind w:left="540"/>
        <w:rPr>
          <w:sz w:val="24"/>
          <w:lang w:val="en-US"/>
        </w:rPr>
      </w:pPr>
      <w:r w:rsidRPr="0032671D">
        <w:rPr>
          <w:sz w:val="24"/>
          <w:lang w:val="en-US"/>
        </w:rPr>
        <w:t>You</w:t>
      </w:r>
      <w:r w:rsidRPr="0032671D">
        <w:rPr>
          <w:position w:val="6"/>
          <w:sz w:val="16"/>
          <w:lang w:val="en-US"/>
        </w:rPr>
        <w:t xml:space="preserve">th </w:t>
      </w:r>
      <w:r w:rsidRPr="0032671D">
        <w:rPr>
          <w:sz w:val="24"/>
          <w:lang w:val="en-US"/>
        </w:rPr>
        <w:t>Start Entrepreneurial Challenges</w:t>
      </w:r>
    </w:p>
    <w:p w:rsidR="003A48D8" w:rsidRPr="0032671D" w:rsidRDefault="003A48D8">
      <w:pPr>
        <w:pStyle w:val="BodyText"/>
        <w:rPr>
          <w:sz w:val="28"/>
          <w:lang w:val="en-US"/>
        </w:rPr>
      </w:pPr>
    </w:p>
    <w:p w:rsidR="003A48D8" w:rsidRPr="0032671D" w:rsidRDefault="003A48D8">
      <w:pPr>
        <w:pStyle w:val="BodyText"/>
        <w:rPr>
          <w:sz w:val="28"/>
          <w:lang w:val="en-US"/>
        </w:rPr>
      </w:pPr>
    </w:p>
    <w:p w:rsidR="003A48D8" w:rsidRPr="008C56EF" w:rsidRDefault="003A48D8" w:rsidP="0032671D">
      <w:pPr>
        <w:tabs>
          <w:tab w:val="left" w:pos="7700"/>
        </w:tabs>
        <w:spacing w:before="166"/>
        <w:ind w:left="3520" w:right="3810"/>
        <w:jc w:val="center"/>
        <w:rPr>
          <w:rFonts w:ascii="Calibri"/>
          <w:b/>
          <w:sz w:val="56"/>
          <w:lang w:val="ru-RU"/>
        </w:rPr>
      </w:pPr>
      <w:r w:rsidRPr="0032671D">
        <w:rPr>
          <w:rFonts w:ascii="Calibri" w:eastAsia="Times New Roman"/>
          <w:b/>
          <w:sz w:val="56"/>
          <w:lang w:val="ru-RU"/>
        </w:rPr>
        <w:t>Обратная</w:t>
      </w:r>
      <w:r w:rsidRPr="0032671D">
        <w:rPr>
          <w:rFonts w:ascii="Calibri" w:eastAsia="Times New Roman"/>
          <w:b/>
          <w:sz w:val="56"/>
          <w:lang w:val="ru-RU"/>
        </w:rPr>
        <w:t xml:space="preserve"> </w:t>
      </w:r>
      <w:r w:rsidRPr="0032671D">
        <w:rPr>
          <w:rFonts w:ascii="Calibri" w:eastAsia="Times New Roman"/>
          <w:b/>
          <w:sz w:val="56"/>
          <w:lang w:val="ru-RU"/>
        </w:rPr>
        <w:t>связь</w:t>
      </w:r>
      <w:r w:rsidRPr="0032671D">
        <w:rPr>
          <w:rFonts w:ascii="Calibri" w:eastAsia="Times New Roman"/>
          <w:b/>
          <w:sz w:val="56"/>
          <w:lang w:val="ru-RU"/>
        </w:rPr>
        <w:t xml:space="preserve"> </w:t>
      </w:r>
      <w:r w:rsidRPr="0032671D">
        <w:rPr>
          <w:rFonts w:ascii="Calibri" w:eastAsia="Times New Roman"/>
          <w:b/>
          <w:sz w:val="56"/>
          <w:lang w:val="ru-RU"/>
        </w:rPr>
        <w:t>–</w:t>
      </w:r>
      <w:r w:rsidRPr="0032671D">
        <w:rPr>
          <w:rFonts w:ascii="Calibri" w:eastAsia="Times New Roman"/>
          <w:b/>
          <w:sz w:val="56"/>
          <w:lang w:val="ru-RU"/>
        </w:rPr>
        <w:t xml:space="preserve"> </w:t>
      </w:r>
      <w:r w:rsidRPr="0032671D">
        <w:rPr>
          <w:rFonts w:ascii="Calibri" w:eastAsia="Times New Roman"/>
          <w:b/>
          <w:sz w:val="56"/>
          <w:lang w:val="ru-RU"/>
        </w:rPr>
        <w:t>звезда</w:t>
      </w:r>
      <w:r w:rsidRPr="0032671D">
        <w:rPr>
          <w:rFonts w:ascii="Calibri" w:eastAsia="Times New Roman"/>
          <w:b/>
          <w:sz w:val="56"/>
          <w:lang w:val="ru-RU"/>
        </w:rPr>
        <w:t>-</w:t>
      </w:r>
      <w:r>
        <w:rPr>
          <w:rFonts w:ascii="Calibri" w:eastAsia="Times New Roman"/>
          <w:b/>
          <w:sz w:val="56"/>
          <w:lang w:val="ru-RU"/>
        </w:rPr>
        <w:t>диаграмма</w:t>
      </w:r>
    </w:p>
    <w:p w:rsidR="003A48D8" w:rsidRPr="0032671D" w:rsidRDefault="003A48D8">
      <w:pPr>
        <w:pStyle w:val="BodyText"/>
        <w:rPr>
          <w:rFonts w:ascii="Calibri"/>
          <w:b/>
          <w:lang w:val="ru-RU"/>
        </w:rPr>
      </w:pPr>
    </w:p>
    <w:p w:rsidR="003A48D8" w:rsidRPr="0032671D" w:rsidRDefault="003A48D8">
      <w:pPr>
        <w:pStyle w:val="BodyText"/>
        <w:rPr>
          <w:rFonts w:ascii="Calibri"/>
          <w:b/>
          <w:lang w:val="ru-RU"/>
        </w:rPr>
      </w:pPr>
    </w:p>
    <w:p w:rsidR="003A48D8" w:rsidRPr="0032671D" w:rsidRDefault="003A48D8">
      <w:pPr>
        <w:pStyle w:val="BodyText"/>
        <w:rPr>
          <w:rFonts w:ascii="Calibri"/>
          <w:b/>
          <w:lang w:val="ru-RU"/>
        </w:rPr>
      </w:pPr>
    </w:p>
    <w:p w:rsidR="003A48D8" w:rsidRPr="0032671D" w:rsidRDefault="003A48D8">
      <w:pPr>
        <w:pStyle w:val="BodyText"/>
        <w:spacing w:before="8"/>
        <w:rPr>
          <w:rFonts w:ascii="Calibri"/>
          <w:b/>
          <w:sz w:val="27"/>
          <w:lang w:val="ru-RU"/>
        </w:rPr>
      </w:pPr>
    </w:p>
    <w:p w:rsidR="003A48D8" w:rsidRPr="0032671D" w:rsidRDefault="003A48D8">
      <w:pPr>
        <w:rPr>
          <w:rFonts w:ascii="Calibri"/>
          <w:sz w:val="27"/>
          <w:lang w:val="ru-RU"/>
        </w:rPr>
        <w:sectPr w:rsidR="003A48D8" w:rsidRPr="0032671D">
          <w:type w:val="continuous"/>
          <w:pgSz w:w="11900" w:h="16850"/>
          <w:pgMar w:top="520" w:right="320" w:bottom="280" w:left="180" w:header="720" w:footer="720" w:gutter="0"/>
          <w:cols w:space="720"/>
        </w:sectPr>
      </w:pPr>
    </w:p>
    <w:p w:rsidR="003A48D8" w:rsidRPr="0032671D" w:rsidRDefault="003A48D8">
      <w:pPr>
        <w:pStyle w:val="BodyText"/>
        <w:spacing w:before="99"/>
        <w:ind w:left="2143" w:right="16"/>
        <w:rPr>
          <w:lang w:val="ru-RU"/>
        </w:rPr>
      </w:pPr>
      <w:r>
        <w:rPr>
          <w:noProof/>
          <w:lang w:val="ru-RU" w:eastAsia="ru-RU"/>
        </w:rPr>
        <w:pict>
          <v:group id="_x0000_s1027" style="position:absolute;left:0;text-align:left;margin-left:66.1pt;margin-top:18.85pt;width:459.65pt;height:459.55pt;z-index:-251657216;mso-position-horizontal-relative:page" coordorigin="1323,377" coordsize="9193,9191">
            <v:line id="_x0000_s1028" style="position:absolute" from="1900,3424" to="1900,3439" strokeweight=".25pt"/>
            <v:shape id="_x0000_s1029" style="position:absolute;left:1330;top:384;width:9178;height:9176" coordorigin="1330,385" coordsize="9178,9176" o:spt="100" adj="0,,0" path="m1440,4967r,-76l1442,4816r3,-76l1449,4665r6,-74l1462,4516r8,-74l1479,4369r10,-74l1501,4223r13,-73l1527,4078r15,-72l1558,3935r18,-71l1594,3794r19,-70l1634,3654r22,-69l1678,3517r24,-68l1727,3381r26,-67l1780,3248r27,-66l1836,3116r30,-64l1897,2987r32,-63l1962,2860r34,-62l2031,2736r35,-62l2103,2614r38,-60l2179,2494r39,-59l2259,2377r41,-57l2342,2263r43,-56l2429,2151r44,-54l2519,2043r46,-54l2612,1937r48,-52l2709,1834r49,-50l2809,1734r51,-49l2911,1637r53,-47l3017,1544r54,-45l3126,1454r55,-44l3238,1367r56,-42l3352,1284r58,-40l3469,1204r59,-38l3588,1128r61,-36l3711,1056r61,-35l3835,987r63,-33l3962,922r64,-30l4091,862r66,-29l4222,805r67,-27l4356,752r68,-25l4492,704r68,-23l4629,659r70,-20l4768,619r71,-18l4910,584r71,-16l5053,553r72,-14l5197,526r73,-11l5343,504r74,-9l5491,487r74,-7l5640,475r75,-5l5790,467r76,-2l5942,465r76,l6094,467r75,3l6244,475r75,5l6393,487r74,8l6541,504r73,11l6687,526r72,13l6831,553r72,15l6974,584r71,17l7116,619r69,20l7255,659r69,22l7392,704r68,23l7528,752r67,26l7661,805r66,28l7793,862r65,30l7922,922r64,32l8049,987r63,34l8173,1056r62,36l8296,1128r60,38l8415,1204r59,40l8532,1284r58,41l8646,1367r57,43l8758,1454r55,45l8867,1544r53,46l8973,1637r51,48l9075,1734r51,50l9175,1834r49,51l9272,1937r47,52l9365,2043r46,54l9455,2151r44,56l9542,2263r42,57l9625,2377r41,58l9705,2494r38,60l9781,2614r37,60l9853,2736r35,62l9922,2860r33,64l9987,2987r31,65l10048,3116r29,66l10104,3248r27,66l10157,3381r25,68l10206,3517r22,68l10250,3654r20,70l10290,3794r18,70l10325,3935r17,71l10357,4078r13,72l10383,4223r12,72l10405,4369r9,73l10422,4516r7,75l10434,4665r5,75l10442,4816r2,75l10444,4967r,76l10442,5119r-3,75l10434,5269r-5,75l10422,5419r-8,74l10405,5566r-10,73l10383,5712r-13,73l10357,5857r-15,72l10325,6000r-17,71l10290,6141r-20,70l10250,6280r-22,69l10206,6418r-24,68l10157,6553r-26,67l10104,6687r-27,66l10048,6818r-30,65l9987,6947r-32,64l9922,7074r-34,63l9853,7199r-35,61l9781,7321r-38,60l9705,7441r-39,58l9625,7558r-41,57l9542,7672r-43,56l9455,7783r-44,55l9365,7892r-46,53l9272,7998r-48,52l9175,8101r-49,50l9075,8201r-51,48l8973,8297r-53,47l8867,8391r-54,45l8758,8481r-55,43l8646,8567r-56,42l8532,8651r-58,40l8415,8730r-59,39l8296,8806r-61,37l8173,8879r-61,35l8049,8947r-63,33l7922,9012r-64,31l7793,9073r-66,29l7661,9130r-66,27l7528,9183r-68,24l7392,9231r-68,23l7255,9275r-70,21l7116,9315r-71,19l6974,9351r-71,16l6831,9382r-72,14l6687,9409r-73,11l6541,9430r-74,10l6393,9448r-74,6l6244,9460r-75,4l6094,9467r-76,2l5942,9470r-76,-1l5790,9467r-75,-3l5640,9460r-75,-6l5491,9448r-74,-8l5343,9430r-73,-10l5197,9409r-72,-13l5053,9382r-72,-15l4910,9351r-71,-17l4768,9315r-69,-19l4629,9275r-69,-21l4492,9231r-68,-24l4356,9183r-67,-26l4222,9130r-65,-28l4091,9073r-65,-30l3962,9012r-64,-32l3835,8947r-63,-33l3711,8879r-62,-36l3588,8806r-60,-37l3469,8730r-59,-39l3352,8651r-58,-42l3238,8567r-57,-43l3126,8481r-55,-45l3017,8391r-53,-47l2911,8297r-51,-48l2809,8201r-51,-50l2709,8101r-49,-51l2612,7998r-47,-53l2519,7892r-46,-54l2429,7783r-44,-55l2342,7672r-42,-57l2259,7558r-41,-59l2179,7441r-38,-60l2103,7321r-37,-61l2031,7199r-35,-62l1962,7074r-33,-63l1897,6947r-31,-64l1836,6818r-29,-65l1780,6687r-27,-67l1727,6553r-25,-67l1678,6418r-22,-69l1634,6280r-21,-69l1594,6141r-18,-70l1558,6000r-16,-71l1527,5857r-13,-72l1501,5712r-12,-73l1479,5566r-9,-73l1462,5419r-7,-75l1449,5269r-4,-75l1442,5119r-2,-76l1440,4967xm3239,4967r1,-75l3244,4817r5,-75l3256,4668r9,-73l3276,4522r13,-72l3304,4378r17,-71l3339,4237r21,-69l3382,4100r24,-68l3431,3965r28,-66l3488,3834r31,-64l3551,3707r34,-63l3620,3583r37,-60l3696,3464r40,-58l3778,3349r43,-56l3865,3238r46,-53l3958,3132r48,-51l4056,3032r51,-49l4159,2936r54,-46l4267,2846r56,-43l4380,2762r58,-41l4497,2683r61,-37l4619,2610r62,-34l4744,2544r65,-31l4874,2484r66,-27l5006,2431r68,-24l5143,2385r69,-20l5282,2346r71,-17l5424,2314r72,-13l5569,2290r74,-9l5717,2274r74,-5l5866,2266r76,-1l6018,2266r75,3l6167,2274r74,7l6315,2290r73,11l6460,2314r71,15l6602,2346r70,19l6741,2385r69,22l6878,2431r66,26l7010,2484r65,29l7140,2544r63,32l7265,2610r61,36l7387,2683r59,38l7504,2762r57,41l7617,2846r54,44l7725,2936r52,47l7828,3032r50,49l7926,3132r47,53l8019,3238r44,55l8106,3349r42,57l8188,3464r39,59l8264,3583r35,61l8333,3707r32,63l8396,3834r29,65l8453,3965r25,67l8502,4100r22,68l8545,4237r18,70l8580,4378r15,72l8608,4522r11,73l8628,4668r7,74l8640,4817r4,75l8645,4967r-1,76l8640,5118r-5,75l8628,5267r-9,73l8608,5413r-13,72l8580,5557r-17,70l8545,5697r-21,70l8502,5835r-24,68l8453,5970r-28,66l8396,6101r-31,64l8333,6228r-34,62l8264,6352r-37,60l8188,6471r-40,58l8106,6586r-43,56l8019,6697r-46,53l7926,6802r-48,51l7828,6903r-51,48l7725,6999r-54,45l7617,7089r-56,43l7504,7173r-58,40l7387,7252r-61,37l7265,7324r-62,34l7140,7391r-65,30l7010,7450r-66,28l6878,7504r-68,23l6741,7550r-69,20l6602,7589r-71,16l6460,7620r-72,13l6315,7644r-74,9l6167,7661r-74,5l6018,7669r-76,1l5866,7669r-75,-3l5717,7661r-74,-8l5569,7644r-73,-11l5424,7620r-71,-15l5282,7589r-70,-19l5143,7550r-69,-23l5006,7504r-66,-26l4874,7450r-65,-29l4744,7391r-63,-33l4619,7324r-61,-35l4497,7252r-59,-39l4380,7173r-57,-41l4267,7089r-54,-45l4159,6999r-52,-48l4056,6903r-50,-50l3958,6802r-47,-52l3865,6697r-44,-55l3778,6586r-42,-57l3696,6471r-39,-59l3620,6352r-35,-62l3551,6228r-32,-63l3488,6101r-29,-65l3431,5970r-25,-67l3382,5835r-22,-68l3339,5697r-18,-70l3304,5557r-15,-72l3276,5413r-11,-73l3256,5267r-7,-74l3244,5118r-4,-75l3239,4967xm4659,4977r3,-76l4668,4827r11,-74l4694,4681r18,-71l4735,4541r26,-67l4791,4409r33,-63l4861,4284r39,-58l4943,4169r46,-54l5038,4063r51,-48l5144,3969r56,-43l5259,3886r61,-37l5384,3816r65,-30l5516,3760r69,-22l5656,3719r72,-15l5801,3694r75,-7l5952,3685r76,2l6103,3694r73,10l6248,3719r71,19l6388,3760r67,26l6520,3816r64,33l6645,3886r59,40l6760,3969r55,46l6866,4063r49,52l6961,4169r43,57l7043,4284r37,62l7113,4409r30,65l7169,4541r23,69l7210,4681r15,72l7236,4827r6,74l7245,4977r-3,76l7236,5128r-11,74l7210,5274r-18,70l7169,5413r-26,68l7113,5546r-33,63l7043,5670r-39,59l6961,5786r-46,54l6866,5891r-51,49l6760,5986r-56,43l6645,6069r-61,36l6520,6138r-65,30l6388,6194r-69,23l6248,6236r-72,14l6103,6261r-75,7l5952,6270r-76,-2l5801,6261r-73,-11l5656,6236r-71,-19l5516,6194r-67,-26l5384,6138r-64,-33l5259,6069r-59,-40l5144,5986r-55,-46l5038,5891r-49,-51l4943,5786r-43,-57l4861,5670r-37,-61l4791,5546r-30,-65l4735,5413r-23,-69l4694,5274r-15,-72l4668,5128r-6,-75l4659,4977xm5939,385r39,9176m10508,4954r-9178,39m9143,1832l2780,8132t6241,-17l2789,1640e" filled="f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w10:wrap anchorx="page"/>
          </v:group>
        </w:pict>
      </w:r>
      <w:r w:rsidRPr="0032671D">
        <w:rPr>
          <w:lang w:val="ru-RU"/>
        </w:rPr>
        <w:t>Моя личная цель достигнута.</w:t>
      </w:r>
    </w:p>
    <w:p w:rsidR="003A48D8" w:rsidRDefault="003A48D8" w:rsidP="008C56EF">
      <w:pPr>
        <w:pStyle w:val="BodyText"/>
        <w:spacing w:before="99"/>
        <w:ind w:left="2143" w:right="779" w:firstLine="1092"/>
        <w:rPr>
          <w:lang w:val="ru-RU"/>
        </w:rPr>
      </w:pPr>
      <w:r w:rsidRPr="0032671D">
        <w:rPr>
          <w:lang w:val="ru-RU"/>
        </w:rPr>
        <w:br w:type="column"/>
      </w:r>
      <w:r>
        <w:rPr>
          <w:lang w:val="ru-RU"/>
        </w:rPr>
        <w:t>Я стойко шла/шёл к</w:t>
      </w:r>
    </w:p>
    <w:p w:rsidR="003A48D8" w:rsidRPr="0032671D" w:rsidRDefault="003A48D8" w:rsidP="008C56EF">
      <w:pPr>
        <w:pStyle w:val="BodyText"/>
        <w:spacing w:before="99"/>
        <w:ind w:left="2143" w:right="779" w:firstLine="1092"/>
        <w:rPr>
          <w:lang w:val="ru-RU"/>
        </w:rPr>
      </w:pPr>
      <w:r>
        <w:rPr>
          <w:lang w:val="ru-RU"/>
        </w:rPr>
        <w:t>достижению цели</w:t>
      </w:r>
      <w:r w:rsidRPr="0032671D">
        <w:rPr>
          <w:lang w:val="ru-RU"/>
        </w:rPr>
        <w:t>.</w:t>
      </w:r>
    </w:p>
    <w:p w:rsidR="003A48D8" w:rsidRPr="0032671D" w:rsidRDefault="003A48D8">
      <w:pPr>
        <w:rPr>
          <w:lang w:val="ru-RU"/>
        </w:rPr>
        <w:sectPr w:rsidR="003A48D8" w:rsidRPr="0032671D">
          <w:type w:val="continuous"/>
          <w:pgSz w:w="11900" w:h="16850"/>
          <w:pgMar w:top="520" w:right="320" w:bottom="280" w:left="180" w:header="720" w:footer="720" w:gutter="0"/>
          <w:cols w:num="2" w:space="720" w:equalWidth="0">
            <w:col w:w="4325" w:space="656"/>
            <w:col w:w="6419"/>
          </w:cols>
        </w:sectPr>
      </w:pPr>
    </w:p>
    <w:p w:rsidR="003A48D8" w:rsidRPr="0032671D" w:rsidRDefault="003A48D8">
      <w:pPr>
        <w:pStyle w:val="BodyText"/>
        <w:rPr>
          <w:lang w:val="ru-RU"/>
        </w:rPr>
      </w:pPr>
    </w:p>
    <w:p w:rsidR="003A48D8" w:rsidRPr="0032671D" w:rsidRDefault="003A48D8">
      <w:pPr>
        <w:pStyle w:val="BodyText"/>
        <w:rPr>
          <w:lang w:val="ru-RU"/>
        </w:rPr>
      </w:pPr>
    </w:p>
    <w:p w:rsidR="003A48D8" w:rsidRPr="0032671D" w:rsidRDefault="003A48D8">
      <w:pPr>
        <w:pStyle w:val="BodyText"/>
        <w:rPr>
          <w:lang w:val="ru-RU"/>
        </w:rPr>
      </w:pPr>
    </w:p>
    <w:p w:rsidR="003A48D8" w:rsidRPr="0032671D" w:rsidRDefault="003A48D8">
      <w:pPr>
        <w:pStyle w:val="BodyText"/>
        <w:rPr>
          <w:lang w:val="ru-RU"/>
        </w:rPr>
      </w:pPr>
    </w:p>
    <w:p w:rsidR="003A48D8" w:rsidRPr="0032671D" w:rsidRDefault="003A48D8">
      <w:pPr>
        <w:pStyle w:val="BodyText"/>
        <w:rPr>
          <w:lang w:val="ru-RU"/>
        </w:rPr>
      </w:pPr>
    </w:p>
    <w:p w:rsidR="003A48D8" w:rsidRPr="0032671D" w:rsidRDefault="003A48D8">
      <w:pPr>
        <w:pStyle w:val="BodyText"/>
        <w:spacing w:before="6"/>
        <w:rPr>
          <w:sz w:val="15"/>
          <w:lang w:val="ru-RU"/>
        </w:rPr>
      </w:pPr>
    </w:p>
    <w:p w:rsidR="003A48D8" w:rsidRPr="0032671D" w:rsidRDefault="003A48D8">
      <w:pPr>
        <w:rPr>
          <w:sz w:val="15"/>
          <w:lang w:val="ru-RU"/>
        </w:rPr>
        <w:sectPr w:rsidR="003A48D8" w:rsidRPr="0032671D">
          <w:type w:val="continuous"/>
          <w:pgSz w:w="11900" w:h="16850"/>
          <w:pgMar w:top="520" w:right="320" w:bottom="280" w:left="180" w:header="720" w:footer="720" w:gutter="0"/>
          <w:cols w:space="720"/>
        </w:sectPr>
      </w:pPr>
    </w:p>
    <w:p w:rsidR="003A48D8" w:rsidRPr="0032671D" w:rsidRDefault="003A48D8">
      <w:pPr>
        <w:pStyle w:val="BodyText"/>
        <w:spacing w:before="100"/>
        <w:ind w:left="103" w:right="38"/>
        <w:jc w:val="both"/>
        <w:rPr>
          <w:lang w:val="ru-RU"/>
        </w:rPr>
      </w:pPr>
      <w:r w:rsidRPr="0032671D">
        <w:rPr>
          <w:lang w:val="ru-RU"/>
        </w:rPr>
        <w:t>Я стал/стала доверять себе больше.</w:t>
      </w:r>
      <w:bookmarkStart w:id="0" w:name="_GoBack"/>
      <w:bookmarkEnd w:id="0"/>
    </w:p>
    <w:p w:rsidR="003A48D8" w:rsidRPr="0032671D" w:rsidRDefault="003A48D8">
      <w:pPr>
        <w:pStyle w:val="BodyText"/>
        <w:rPr>
          <w:sz w:val="22"/>
          <w:lang w:val="ru-RU"/>
        </w:rPr>
      </w:pPr>
      <w:r w:rsidRPr="0032671D">
        <w:rPr>
          <w:lang w:val="ru-RU"/>
        </w:rPr>
        <w:br w:type="column"/>
      </w:r>
    </w:p>
    <w:p w:rsidR="003A48D8" w:rsidRPr="0032671D" w:rsidRDefault="003A48D8">
      <w:pPr>
        <w:pStyle w:val="BodyText"/>
        <w:rPr>
          <w:sz w:val="22"/>
          <w:lang w:val="ru-RU"/>
        </w:rPr>
      </w:pPr>
    </w:p>
    <w:p w:rsidR="003A48D8" w:rsidRPr="0032671D" w:rsidRDefault="003A48D8">
      <w:pPr>
        <w:pStyle w:val="BodyText"/>
        <w:spacing w:before="143"/>
        <w:ind w:left="345" w:right="249" w:hanging="243"/>
        <w:rPr>
          <w:lang w:val="ru-RU"/>
        </w:rPr>
      </w:pPr>
      <w:r>
        <w:rPr>
          <w:lang w:val="ru-RU"/>
        </w:rPr>
        <w:t xml:space="preserve">      </w:t>
      </w:r>
      <w:r w:rsidRPr="0032671D">
        <w:rPr>
          <w:lang w:val="ru-RU"/>
        </w:rPr>
        <w:t>Моя цель была реалис</w:t>
      </w:r>
      <w:r>
        <w:rPr>
          <w:lang w:val="ru-RU"/>
        </w:rPr>
        <w:t>-</w:t>
      </w:r>
      <w:r w:rsidRPr="0032671D">
        <w:rPr>
          <w:lang w:val="ru-RU"/>
        </w:rPr>
        <w:t>тичной</w:t>
      </w:r>
      <w:r w:rsidRPr="0032671D">
        <w:rPr>
          <w:w w:val="95"/>
          <w:lang w:val="ru-RU"/>
        </w:rPr>
        <w:t>.</w:t>
      </w:r>
    </w:p>
    <w:p w:rsidR="003A48D8" w:rsidRPr="0032671D" w:rsidRDefault="003A48D8">
      <w:pPr>
        <w:rPr>
          <w:lang w:val="ru-RU"/>
        </w:rPr>
        <w:sectPr w:rsidR="003A48D8" w:rsidRPr="0032671D">
          <w:type w:val="continuous"/>
          <w:pgSz w:w="11900" w:h="16850"/>
          <w:pgMar w:top="520" w:right="320" w:bottom="280" w:left="180" w:header="720" w:footer="720" w:gutter="0"/>
          <w:cols w:num="2" w:space="720" w:equalWidth="0">
            <w:col w:w="1520" w:space="8342"/>
            <w:col w:w="1538"/>
          </w:cols>
        </w:sectPr>
      </w:pPr>
    </w:p>
    <w:p w:rsidR="003A48D8" w:rsidRPr="0032671D" w:rsidRDefault="003A48D8">
      <w:pPr>
        <w:pStyle w:val="BodyText"/>
        <w:rPr>
          <w:lang w:val="ru-RU"/>
        </w:rPr>
      </w:pPr>
    </w:p>
    <w:p w:rsidR="003A48D8" w:rsidRPr="0032671D" w:rsidRDefault="003A48D8">
      <w:pPr>
        <w:pStyle w:val="BodyText"/>
        <w:rPr>
          <w:lang w:val="ru-RU"/>
        </w:rPr>
      </w:pPr>
    </w:p>
    <w:p w:rsidR="003A48D8" w:rsidRPr="0032671D" w:rsidRDefault="003A48D8">
      <w:pPr>
        <w:pStyle w:val="BodyText"/>
        <w:rPr>
          <w:lang w:val="ru-RU"/>
        </w:rPr>
      </w:pPr>
    </w:p>
    <w:p w:rsidR="003A48D8" w:rsidRPr="0032671D" w:rsidRDefault="003A48D8">
      <w:pPr>
        <w:pStyle w:val="BodyText"/>
        <w:rPr>
          <w:lang w:val="ru-RU"/>
        </w:rPr>
      </w:pPr>
    </w:p>
    <w:p w:rsidR="003A48D8" w:rsidRPr="0032671D" w:rsidRDefault="003A48D8">
      <w:pPr>
        <w:pStyle w:val="BodyText"/>
        <w:rPr>
          <w:lang w:val="ru-RU"/>
        </w:rPr>
      </w:pPr>
    </w:p>
    <w:p w:rsidR="003A48D8" w:rsidRPr="0032671D" w:rsidRDefault="003A48D8">
      <w:pPr>
        <w:pStyle w:val="BodyText"/>
        <w:rPr>
          <w:lang w:val="ru-RU"/>
        </w:rPr>
      </w:pPr>
    </w:p>
    <w:p w:rsidR="003A48D8" w:rsidRPr="0032671D" w:rsidRDefault="003A48D8">
      <w:pPr>
        <w:pStyle w:val="BodyText"/>
        <w:rPr>
          <w:lang w:val="ru-RU"/>
        </w:rPr>
      </w:pPr>
    </w:p>
    <w:p w:rsidR="003A48D8" w:rsidRPr="0032671D" w:rsidRDefault="003A48D8">
      <w:pPr>
        <w:pStyle w:val="BodyText"/>
        <w:rPr>
          <w:lang w:val="ru-RU"/>
        </w:rPr>
      </w:pPr>
    </w:p>
    <w:p w:rsidR="003A48D8" w:rsidRPr="0032671D" w:rsidRDefault="003A48D8">
      <w:pPr>
        <w:pStyle w:val="BodyText"/>
        <w:rPr>
          <w:lang w:val="ru-RU"/>
        </w:rPr>
      </w:pPr>
    </w:p>
    <w:p w:rsidR="003A48D8" w:rsidRPr="0032671D" w:rsidRDefault="003A48D8">
      <w:pPr>
        <w:pStyle w:val="BodyText"/>
        <w:rPr>
          <w:lang w:val="ru-RU"/>
        </w:rPr>
      </w:pPr>
    </w:p>
    <w:p w:rsidR="003A48D8" w:rsidRPr="0032671D" w:rsidRDefault="003A48D8">
      <w:pPr>
        <w:pStyle w:val="Heading1"/>
        <w:spacing w:before="224"/>
        <w:ind w:left="5314"/>
        <w:rPr>
          <w:lang w:val="ru-RU"/>
        </w:rPr>
      </w:pPr>
      <w:r w:rsidRPr="0032671D">
        <w:rPr>
          <w:color w:val="000009"/>
          <w:lang w:val="ru-RU"/>
        </w:rPr>
        <w:t>100</w:t>
      </w:r>
      <w:r w:rsidRPr="0032671D">
        <w:rPr>
          <w:color w:val="000009"/>
          <w:spacing w:val="64"/>
          <w:lang w:val="ru-RU"/>
        </w:rPr>
        <w:t xml:space="preserve"> </w:t>
      </w:r>
      <w:r w:rsidRPr="0032671D">
        <w:rPr>
          <w:color w:val="000009"/>
          <w:lang w:val="ru-RU"/>
        </w:rPr>
        <w:t>%</w:t>
      </w:r>
    </w:p>
    <w:p w:rsidR="003A48D8" w:rsidRPr="0032671D" w:rsidRDefault="003A48D8">
      <w:pPr>
        <w:pStyle w:val="BodyText"/>
        <w:rPr>
          <w:rFonts w:ascii="Arial"/>
          <w:b/>
          <w:lang w:val="ru-RU"/>
        </w:rPr>
      </w:pPr>
    </w:p>
    <w:p w:rsidR="003A48D8" w:rsidRPr="0032671D" w:rsidRDefault="003A48D8">
      <w:pPr>
        <w:pStyle w:val="BodyText"/>
        <w:spacing w:before="11"/>
        <w:rPr>
          <w:rFonts w:ascii="Arial"/>
          <w:b/>
          <w:sz w:val="25"/>
          <w:lang w:val="ru-RU"/>
        </w:rPr>
      </w:pPr>
    </w:p>
    <w:p w:rsidR="003A48D8" w:rsidRPr="0032671D" w:rsidRDefault="003A48D8">
      <w:pPr>
        <w:rPr>
          <w:rFonts w:ascii="Arial"/>
          <w:sz w:val="25"/>
          <w:lang w:val="ru-RU"/>
        </w:rPr>
        <w:sectPr w:rsidR="003A48D8" w:rsidRPr="0032671D">
          <w:type w:val="continuous"/>
          <w:pgSz w:w="11900" w:h="16850"/>
          <w:pgMar w:top="520" w:right="320" w:bottom="280" w:left="180" w:header="720" w:footer="720" w:gutter="0"/>
          <w:cols w:space="720"/>
        </w:sectPr>
      </w:pPr>
    </w:p>
    <w:p w:rsidR="003A48D8" w:rsidRPr="0032671D" w:rsidRDefault="003A48D8">
      <w:pPr>
        <w:pStyle w:val="BodyText"/>
        <w:spacing w:before="99"/>
        <w:ind w:left="105" w:right="38"/>
        <w:rPr>
          <w:lang w:val="ru-RU"/>
        </w:rPr>
      </w:pPr>
      <w:r w:rsidRPr="0032671D">
        <w:rPr>
          <w:lang w:val="ru-RU"/>
        </w:rPr>
        <w:t>Я могу порекомендо</w:t>
      </w:r>
      <w:r>
        <w:rPr>
          <w:lang w:val="ru-RU"/>
        </w:rPr>
        <w:t>-</w:t>
      </w:r>
      <w:r w:rsidRPr="0032671D">
        <w:rPr>
          <w:lang w:val="ru-RU"/>
        </w:rPr>
        <w:t>вать</w:t>
      </w:r>
      <w:r>
        <w:rPr>
          <w:lang w:val="ru-RU"/>
        </w:rPr>
        <w:t xml:space="preserve"> эту систему для работы в других классах</w:t>
      </w:r>
      <w:r w:rsidRPr="0032671D">
        <w:rPr>
          <w:w w:val="95"/>
          <w:lang w:val="ru-RU"/>
        </w:rPr>
        <w:t>.</w:t>
      </w:r>
    </w:p>
    <w:p w:rsidR="003A48D8" w:rsidRPr="0032671D" w:rsidRDefault="003A48D8">
      <w:pPr>
        <w:pStyle w:val="BodyText"/>
        <w:rPr>
          <w:sz w:val="26"/>
          <w:lang w:val="ru-RU"/>
        </w:rPr>
      </w:pPr>
      <w:r w:rsidRPr="0032671D">
        <w:rPr>
          <w:lang w:val="ru-RU"/>
        </w:rPr>
        <w:br w:type="column"/>
      </w:r>
    </w:p>
    <w:p w:rsidR="003A48D8" w:rsidRPr="0032671D" w:rsidRDefault="003A48D8">
      <w:pPr>
        <w:pStyle w:val="BodyText"/>
        <w:spacing w:before="2"/>
        <w:rPr>
          <w:sz w:val="28"/>
          <w:lang w:val="ru-RU"/>
        </w:rPr>
      </w:pPr>
    </w:p>
    <w:p w:rsidR="003A48D8" w:rsidRPr="0032671D" w:rsidRDefault="003A48D8">
      <w:pPr>
        <w:pStyle w:val="Heading1"/>
        <w:rPr>
          <w:lang w:val="ru-RU"/>
        </w:rPr>
      </w:pPr>
      <w:r w:rsidRPr="0032671D">
        <w:rPr>
          <w:color w:val="000009"/>
          <w:lang w:val="ru-RU"/>
        </w:rPr>
        <w:t>66 %</w:t>
      </w:r>
    </w:p>
    <w:p w:rsidR="003A48D8" w:rsidRPr="0032671D" w:rsidRDefault="003A48D8">
      <w:pPr>
        <w:pStyle w:val="BodyText"/>
        <w:spacing w:before="5"/>
        <w:rPr>
          <w:rFonts w:ascii="Arial"/>
          <w:b/>
          <w:sz w:val="24"/>
          <w:lang w:val="ru-RU"/>
        </w:rPr>
      </w:pPr>
      <w:r w:rsidRPr="0032671D">
        <w:rPr>
          <w:lang w:val="ru-RU"/>
        </w:rPr>
        <w:br w:type="column"/>
      </w:r>
    </w:p>
    <w:p w:rsidR="003A48D8" w:rsidRDefault="003A48D8" w:rsidP="0032671D">
      <w:pPr>
        <w:pStyle w:val="BodyText"/>
        <w:ind w:right="108"/>
        <w:rPr>
          <w:color w:val="000009"/>
          <w:lang w:val="ru-RU"/>
        </w:rPr>
      </w:pPr>
      <w:r>
        <w:rPr>
          <w:color w:val="000009"/>
          <w:lang w:val="ru-RU"/>
        </w:rPr>
        <w:t xml:space="preserve">   </w:t>
      </w:r>
      <w:r w:rsidRPr="0032671D">
        <w:rPr>
          <w:color w:val="000009"/>
          <w:lang w:val="ru-RU"/>
        </w:rPr>
        <w:t xml:space="preserve">Моя цель была </w:t>
      </w:r>
      <w:r>
        <w:rPr>
          <w:color w:val="000009"/>
          <w:lang w:val="ru-RU"/>
        </w:rPr>
        <w:t xml:space="preserve">   </w:t>
      </w:r>
    </w:p>
    <w:p w:rsidR="003A48D8" w:rsidRPr="0032671D" w:rsidRDefault="003A48D8" w:rsidP="0032671D">
      <w:pPr>
        <w:pStyle w:val="BodyText"/>
        <w:ind w:right="108"/>
        <w:rPr>
          <w:lang w:val="ru-RU"/>
        </w:rPr>
      </w:pPr>
      <w:r>
        <w:rPr>
          <w:color w:val="000009"/>
          <w:lang w:val="ru-RU"/>
        </w:rPr>
        <w:t xml:space="preserve">   </w:t>
      </w:r>
      <w:r w:rsidRPr="0032671D">
        <w:rPr>
          <w:color w:val="000009"/>
          <w:lang w:val="ru-RU"/>
        </w:rPr>
        <w:t>амбициозной.</w:t>
      </w:r>
    </w:p>
    <w:p w:rsidR="003A48D8" w:rsidRPr="0032671D" w:rsidRDefault="003A48D8">
      <w:pPr>
        <w:spacing w:line="237" w:lineRule="auto"/>
        <w:jc w:val="right"/>
        <w:rPr>
          <w:lang w:val="ru-RU"/>
        </w:rPr>
        <w:sectPr w:rsidR="003A48D8" w:rsidRPr="0032671D">
          <w:type w:val="continuous"/>
          <w:pgSz w:w="11900" w:h="16850"/>
          <w:pgMar w:top="520" w:right="320" w:bottom="280" w:left="180" w:header="720" w:footer="720" w:gutter="0"/>
          <w:cols w:num="3" w:space="720" w:equalWidth="0">
            <w:col w:w="1647" w:space="3723"/>
            <w:col w:w="762" w:space="3669"/>
            <w:col w:w="1599"/>
          </w:cols>
        </w:sectPr>
      </w:pPr>
    </w:p>
    <w:p w:rsidR="003A48D8" w:rsidRPr="0032671D" w:rsidRDefault="003A48D8">
      <w:pPr>
        <w:pStyle w:val="BodyText"/>
        <w:rPr>
          <w:lang w:val="ru-RU"/>
        </w:rPr>
      </w:pPr>
    </w:p>
    <w:p w:rsidR="003A48D8" w:rsidRPr="0032671D" w:rsidRDefault="003A48D8">
      <w:pPr>
        <w:pStyle w:val="BodyText"/>
        <w:rPr>
          <w:lang w:val="ru-RU"/>
        </w:rPr>
      </w:pPr>
    </w:p>
    <w:p w:rsidR="003A48D8" w:rsidRPr="00604F1E" w:rsidRDefault="003A48D8">
      <w:pPr>
        <w:pStyle w:val="BodyText"/>
        <w:rPr>
          <w:lang w:val="ru-RU"/>
        </w:rPr>
      </w:pPr>
    </w:p>
    <w:p w:rsidR="003A48D8" w:rsidRPr="0032671D" w:rsidRDefault="003A48D8">
      <w:pPr>
        <w:pStyle w:val="BodyText"/>
        <w:spacing w:before="3"/>
        <w:rPr>
          <w:sz w:val="16"/>
          <w:lang w:val="ru-RU"/>
        </w:rPr>
      </w:pPr>
    </w:p>
    <w:p w:rsidR="003A48D8" w:rsidRPr="0032671D" w:rsidRDefault="003A48D8">
      <w:pPr>
        <w:rPr>
          <w:sz w:val="16"/>
          <w:lang w:val="ru-RU"/>
        </w:rPr>
        <w:sectPr w:rsidR="003A48D8" w:rsidRPr="0032671D">
          <w:type w:val="continuous"/>
          <w:pgSz w:w="11900" w:h="16850"/>
          <w:pgMar w:top="520" w:right="320" w:bottom="280" w:left="180" w:header="720" w:footer="720" w:gutter="0"/>
          <w:cols w:space="720"/>
        </w:sectPr>
      </w:pPr>
    </w:p>
    <w:p w:rsidR="003A48D8" w:rsidRPr="0032671D" w:rsidRDefault="003A48D8">
      <w:pPr>
        <w:pStyle w:val="BodyText"/>
        <w:spacing w:before="7"/>
        <w:rPr>
          <w:sz w:val="30"/>
          <w:lang w:val="ru-RU"/>
        </w:rPr>
      </w:pPr>
    </w:p>
    <w:p w:rsidR="003A48D8" w:rsidRPr="0032671D" w:rsidRDefault="003A48D8">
      <w:pPr>
        <w:pStyle w:val="BodyText"/>
        <w:spacing w:before="1" w:line="235" w:lineRule="auto"/>
        <w:ind w:left="2258" w:right="-3"/>
        <w:rPr>
          <w:lang w:val="ru-RU"/>
        </w:rPr>
      </w:pPr>
      <w:r w:rsidRPr="0032671D">
        <w:rPr>
          <w:color w:val="000009"/>
          <w:lang w:val="ru-RU"/>
        </w:rPr>
        <w:t>Эту систему м</w:t>
      </w:r>
      <w:r>
        <w:rPr>
          <w:color w:val="000009"/>
          <w:lang w:val="ru-RU"/>
        </w:rPr>
        <w:t>ожно оставить для работы в нашем классе</w:t>
      </w:r>
      <w:r w:rsidRPr="0032671D">
        <w:rPr>
          <w:color w:val="000009"/>
          <w:lang w:val="ru-RU"/>
        </w:rPr>
        <w:t>.</w:t>
      </w:r>
    </w:p>
    <w:p w:rsidR="003A48D8" w:rsidRPr="0032671D" w:rsidRDefault="003A48D8">
      <w:pPr>
        <w:pStyle w:val="Heading1"/>
        <w:spacing w:before="92"/>
        <w:ind w:left="176"/>
        <w:rPr>
          <w:lang w:val="ru-RU"/>
        </w:rPr>
      </w:pPr>
      <w:r w:rsidRPr="0032671D">
        <w:rPr>
          <w:b w:val="0"/>
          <w:lang w:val="ru-RU"/>
        </w:rPr>
        <w:br w:type="column"/>
      </w:r>
      <w:r w:rsidRPr="0032671D">
        <w:rPr>
          <w:color w:val="000009"/>
          <w:lang w:val="ru-RU"/>
        </w:rPr>
        <w:t>33 %</w:t>
      </w:r>
    </w:p>
    <w:p w:rsidR="003A48D8" w:rsidRPr="0032671D" w:rsidRDefault="003A48D8">
      <w:pPr>
        <w:pStyle w:val="BodyText"/>
        <w:spacing w:before="10"/>
        <w:rPr>
          <w:rFonts w:ascii="Arial"/>
          <w:b/>
          <w:sz w:val="30"/>
          <w:lang w:val="ru-RU"/>
        </w:rPr>
      </w:pPr>
      <w:r w:rsidRPr="0032671D">
        <w:rPr>
          <w:lang w:val="ru-RU"/>
        </w:rPr>
        <w:br w:type="column"/>
      </w:r>
    </w:p>
    <w:p w:rsidR="003A48D8" w:rsidRPr="0032671D" w:rsidRDefault="003A48D8">
      <w:pPr>
        <w:pStyle w:val="BodyText"/>
        <w:ind w:left="1072" w:right="2145" w:hanging="800"/>
        <w:rPr>
          <w:lang w:val="ru-RU"/>
        </w:rPr>
      </w:pPr>
      <w:r>
        <w:rPr>
          <w:color w:val="000009"/>
          <w:lang w:val="ru-RU"/>
        </w:rPr>
        <w:t xml:space="preserve">                  </w:t>
      </w:r>
      <w:r w:rsidRPr="0032671D">
        <w:rPr>
          <w:color w:val="000009"/>
          <w:lang w:val="ru-RU"/>
        </w:rPr>
        <w:t>Меня поддерживали в достижении моей цели.</w:t>
      </w:r>
    </w:p>
    <w:sectPr w:rsidR="003A48D8" w:rsidRPr="0032671D" w:rsidSect="006574DA">
      <w:type w:val="continuous"/>
      <w:pgSz w:w="11900" w:h="16850"/>
      <w:pgMar w:top="520" w:right="320" w:bottom="280" w:left="180" w:header="720" w:footer="720" w:gutter="0"/>
      <w:cols w:num="3" w:space="720" w:equalWidth="0">
        <w:col w:w="5260" w:space="40"/>
        <w:col w:w="792" w:space="39"/>
        <w:col w:w="526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4AA0"/>
    <w:rsid w:val="00002B12"/>
    <w:rsid w:val="00124C53"/>
    <w:rsid w:val="0032671D"/>
    <w:rsid w:val="003A48D8"/>
    <w:rsid w:val="00604F1E"/>
    <w:rsid w:val="006574DA"/>
    <w:rsid w:val="00774DBB"/>
    <w:rsid w:val="007B61E2"/>
    <w:rsid w:val="008C56EF"/>
    <w:rsid w:val="009141C0"/>
    <w:rsid w:val="00AB4AA0"/>
    <w:rsid w:val="00C64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4DA"/>
    <w:pPr>
      <w:widowControl w:val="0"/>
      <w:autoSpaceDE w:val="0"/>
      <w:autoSpaceDN w:val="0"/>
    </w:pPr>
    <w:rPr>
      <w:rFonts w:ascii="Cambria" w:hAnsi="Cambria" w:cs="Cambria"/>
      <w:lang w:val="de-AT" w:eastAsia="de-AT"/>
    </w:rPr>
  </w:style>
  <w:style w:type="paragraph" w:styleId="Heading1">
    <w:name w:val="heading 1"/>
    <w:basedOn w:val="Normal"/>
    <w:link w:val="Heading1Char"/>
    <w:uiPriority w:val="99"/>
    <w:qFormat/>
    <w:rsid w:val="006574DA"/>
    <w:pPr>
      <w:ind w:left="105"/>
      <w:outlineLvl w:val="0"/>
    </w:pPr>
    <w:rPr>
      <w:rFonts w:ascii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de-AT" w:eastAsia="de-AT"/>
    </w:rPr>
  </w:style>
  <w:style w:type="table" w:customStyle="1" w:styleId="TableNormal1">
    <w:name w:val="Table Normal1"/>
    <w:uiPriority w:val="99"/>
    <w:semiHidden/>
    <w:rsid w:val="006574DA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6574DA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Cambria" w:hAnsi="Cambria" w:cs="Cambria"/>
      <w:lang w:val="de-AT" w:eastAsia="de-AT"/>
    </w:rPr>
  </w:style>
  <w:style w:type="paragraph" w:styleId="ListParagraph">
    <w:name w:val="List Paragraph"/>
    <w:basedOn w:val="Normal"/>
    <w:uiPriority w:val="99"/>
    <w:qFormat/>
    <w:rsid w:val="006574DA"/>
  </w:style>
  <w:style w:type="paragraph" w:customStyle="1" w:styleId="TableParagraph">
    <w:name w:val="Table Paragraph"/>
    <w:basedOn w:val="Normal"/>
    <w:uiPriority w:val="99"/>
    <w:rsid w:val="006574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76</Words>
  <Characters>435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Extreme Challenge B2</dc:title>
  <dc:subject/>
  <dc:creator>Valentin Theodor Mayerhofer</dc:creator>
  <cp:keywords/>
  <dc:description/>
  <cp:lastModifiedBy>ПашАня</cp:lastModifiedBy>
  <cp:revision>3</cp:revision>
  <dcterms:created xsi:type="dcterms:W3CDTF">2020-05-14T11:51:00Z</dcterms:created>
  <dcterms:modified xsi:type="dcterms:W3CDTF">2020-10-08T12:17:00Z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